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DE4C4" w14:textId="77777777" w:rsidR="00302193" w:rsidRPr="00DC674F" w:rsidRDefault="008D248E">
      <w:pPr>
        <w:rPr>
          <w:rFonts w:ascii="Calibri" w:hAnsi="Calibri"/>
        </w:rPr>
      </w:pPr>
      <w:r w:rsidRPr="00DC674F">
        <w:rPr>
          <w:rFonts w:ascii="Calibri" w:hAnsi="Calibri"/>
        </w:rPr>
        <w:t>Name: ______________________________</w:t>
      </w:r>
      <w:r w:rsidRPr="00DC674F">
        <w:rPr>
          <w:rFonts w:ascii="Calibri" w:hAnsi="Calibri"/>
        </w:rPr>
        <w:tab/>
      </w:r>
      <w:r w:rsidRPr="00DC674F">
        <w:rPr>
          <w:rFonts w:ascii="Calibri" w:hAnsi="Calibri"/>
        </w:rPr>
        <w:tab/>
        <w:t>Period: ________</w:t>
      </w:r>
      <w:r w:rsidRPr="00DC674F">
        <w:rPr>
          <w:rFonts w:ascii="Calibri" w:hAnsi="Calibri"/>
        </w:rPr>
        <w:tab/>
        <w:t>Date: _____________</w:t>
      </w:r>
    </w:p>
    <w:p w14:paraId="0DCE3821" w14:textId="77777777" w:rsidR="008D248E" w:rsidRPr="00DC674F" w:rsidRDefault="008D248E">
      <w:pPr>
        <w:rPr>
          <w:rFonts w:ascii="Calibri" w:hAnsi="Calibri"/>
        </w:rPr>
      </w:pPr>
    </w:p>
    <w:p w14:paraId="3B4C0675" w14:textId="77777777" w:rsidR="008D248E" w:rsidRPr="00DC674F" w:rsidRDefault="00DC674F" w:rsidP="008D248E">
      <w:pPr>
        <w:jc w:val="center"/>
        <w:rPr>
          <w:rFonts w:ascii="Calibri" w:hAnsi="Calibri"/>
          <w:b/>
          <w:sz w:val="44"/>
          <w:szCs w:val="44"/>
        </w:rPr>
      </w:pPr>
      <w:r w:rsidRPr="00DC674F">
        <w:rPr>
          <w:rFonts w:ascii="Calibri" w:hAnsi="Calibri"/>
          <w:b/>
          <w:sz w:val="44"/>
          <w:szCs w:val="44"/>
        </w:rPr>
        <w:t>Chemistry Q1 Reflection</w:t>
      </w:r>
    </w:p>
    <w:p w14:paraId="6EA08061" w14:textId="77777777" w:rsidR="008D248E" w:rsidRPr="00DC674F" w:rsidRDefault="008D248E">
      <w:pPr>
        <w:rPr>
          <w:rFonts w:ascii="Calibri" w:hAnsi="Calibri"/>
        </w:rPr>
      </w:pPr>
    </w:p>
    <w:p w14:paraId="1E6A0D30" w14:textId="77777777" w:rsidR="00DC674F" w:rsidRPr="00DC674F" w:rsidRDefault="00DC674F" w:rsidP="00DC674F">
      <w:pPr>
        <w:pStyle w:val="ListParagraph"/>
        <w:numPr>
          <w:ilvl w:val="0"/>
          <w:numId w:val="2"/>
        </w:numPr>
        <w:spacing w:after="200" w:line="276" w:lineRule="auto"/>
        <w:rPr>
          <w:rFonts w:ascii="Calibri" w:hAnsi="Calibri"/>
        </w:rPr>
      </w:pPr>
      <w:r w:rsidRPr="00DC674F">
        <w:rPr>
          <w:rFonts w:ascii="Calibri" w:hAnsi="Calibri"/>
        </w:rPr>
        <w:t>What aspects of this class benefitted you most this quarter? Why?</w:t>
      </w:r>
    </w:p>
    <w:p w14:paraId="6588BF54" w14:textId="77777777" w:rsidR="00DC674F" w:rsidRPr="00DC674F" w:rsidRDefault="00DC674F" w:rsidP="00DC674F">
      <w:pPr>
        <w:rPr>
          <w:rFonts w:ascii="Calibri" w:hAnsi="Calibri"/>
        </w:rPr>
      </w:pPr>
    </w:p>
    <w:p w14:paraId="4A20F200" w14:textId="77777777" w:rsidR="00DC674F" w:rsidRPr="00DC674F" w:rsidRDefault="00DC674F" w:rsidP="00DC674F">
      <w:pPr>
        <w:rPr>
          <w:rFonts w:ascii="Calibri" w:hAnsi="Calibri"/>
        </w:rPr>
      </w:pPr>
    </w:p>
    <w:p w14:paraId="6CF0C6D5" w14:textId="77777777" w:rsidR="00DC674F" w:rsidRPr="00DC674F" w:rsidRDefault="00DC674F" w:rsidP="00DC674F">
      <w:pPr>
        <w:rPr>
          <w:rFonts w:ascii="Calibri" w:hAnsi="Calibri"/>
        </w:rPr>
      </w:pPr>
    </w:p>
    <w:p w14:paraId="6C08DB9A" w14:textId="77777777" w:rsidR="00DC674F" w:rsidRPr="00DC674F" w:rsidRDefault="00DC674F" w:rsidP="00DC674F">
      <w:pPr>
        <w:pStyle w:val="ListParagraph"/>
        <w:numPr>
          <w:ilvl w:val="0"/>
          <w:numId w:val="2"/>
        </w:numPr>
        <w:spacing w:after="200" w:line="276" w:lineRule="auto"/>
        <w:rPr>
          <w:rFonts w:ascii="Calibri" w:hAnsi="Calibri"/>
        </w:rPr>
      </w:pPr>
      <w:r w:rsidRPr="00DC674F">
        <w:rPr>
          <w:rFonts w:ascii="Calibri" w:hAnsi="Calibri"/>
        </w:rPr>
        <w:t>What was your favorite academic lesson? Why?</w:t>
      </w:r>
    </w:p>
    <w:p w14:paraId="2ADD9776" w14:textId="77777777" w:rsidR="00DC674F" w:rsidRPr="00DC674F" w:rsidRDefault="00DC674F" w:rsidP="00DC674F">
      <w:pPr>
        <w:rPr>
          <w:rFonts w:ascii="Calibri" w:hAnsi="Calibri"/>
        </w:rPr>
      </w:pPr>
    </w:p>
    <w:p w14:paraId="12084EBB" w14:textId="77777777" w:rsidR="00DC674F" w:rsidRPr="00DC674F" w:rsidRDefault="00DC674F" w:rsidP="00DC674F">
      <w:pPr>
        <w:rPr>
          <w:rFonts w:ascii="Calibri" w:hAnsi="Calibri"/>
        </w:rPr>
      </w:pPr>
    </w:p>
    <w:p w14:paraId="63C10CA3" w14:textId="77777777" w:rsidR="00DC674F" w:rsidRPr="00DC674F" w:rsidRDefault="00DC674F" w:rsidP="00DC674F">
      <w:pPr>
        <w:rPr>
          <w:rFonts w:ascii="Calibri" w:hAnsi="Calibri"/>
        </w:rPr>
      </w:pPr>
    </w:p>
    <w:p w14:paraId="000EA59B" w14:textId="77777777" w:rsidR="00DC674F" w:rsidRPr="00DC674F" w:rsidRDefault="00DC674F" w:rsidP="00DC674F">
      <w:pPr>
        <w:rPr>
          <w:rFonts w:ascii="Calibri" w:hAnsi="Calibri"/>
        </w:rPr>
      </w:pPr>
    </w:p>
    <w:p w14:paraId="4CF3DD5C" w14:textId="77777777" w:rsidR="00DC674F" w:rsidRPr="00DC674F" w:rsidRDefault="00DC674F" w:rsidP="00DC674F">
      <w:pPr>
        <w:pStyle w:val="ListParagraph"/>
        <w:numPr>
          <w:ilvl w:val="0"/>
          <w:numId w:val="2"/>
        </w:numPr>
        <w:spacing w:after="200" w:line="276" w:lineRule="auto"/>
        <w:rPr>
          <w:rFonts w:ascii="Calibri" w:hAnsi="Calibri"/>
        </w:rPr>
      </w:pPr>
      <w:r w:rsidRPr="00DC674F">
        <w:rPr>
          <w:rFonts w:ascii="Calibri" w:hAnsi="Calibri"/>
        </w:rPr>
        <w:t xml:space="preserve">What has been most challenging for you in </w:t>
      </w:r>
      <w:r>
        <w:rPr>
          <w:rFonts w:ascii="Calibri" w:hAnsi="Calibri"/>
        </w:rPr>
        <w:t>Chemistry</w:t>
      </w:r>
      <w:r w:rsidRPr="00DC674F">
        <w:rPr>
          <w:rFonts w:ascii="Calibri" w:hAnsi="Calibri"/>
        </w:rPr>
        <w:t xml:space="preserve"> so far this year?</w:t>
      </w:r>
    </w:p>
    <w:p w14:paraId="427FF926" w14:textId="77777777" w:rsidR="00DC674F" w:rsidRPr="00DC674F" w:rsidRDefault="00DC674F" w:rsidP="00DC674F">
      <w:pPr>
        <w:rPr>
          <w:rFonts w:ascii="Calibri" w:hAnsi="Calibri"/>
        </w:rPr>
      </w:pPr>
    </w:p>
    <w:p w14:paraId="42860F68" w14:textId="77777777" w:rsidR="00DC674F" w:rsidRPr="00DC674F" w:rsidRDefault="00DC674F" w:rsidP="00DC674F">
      <w:pPr>
        <w:rPr>
          <w:rFonts w:ascii="Calibri" w:hAnsi="Calibri"/>
        </w:rPr>
      </w:pPr>
    </w:p>
    <w:p w14:paraId="2C09D223" w14:textId="77777777" w:rsidR="00DC674F" w:rsidRPr="00DC674F" w:rsidRDefault="00DC674F" w:rsidP="00DC674F">
      <w:pPr>
        <w:rPr>
          <w:rFonts w:ascii="Calibri" w:hAnsi="Calibri"/>
        </w:rPr>
      </w:pPr>
    </w:p>
    <w:p w14:paraId="0FCF5BE3" w14:textId="77777777" w:rsidR="00DC674F" w:rsidRPr="00DC674F" w:rsidRDefault="00DC674F" w:rsidP="00DC674F">
      <w:pPr>
        <w:rPr>
          <w:rFonts w:ascii="Calibri" w:hAnsi="Calibri"/>
        </w:rPr>
      </w:pPr>
    </w:p>
    <w:p w14:paraId="2104DEC5" w14:textId="77777777" w:rsidR="00DC674F" w:rsidRPr="00DC674F" w:rsidRDefault="00DC674F" w:rsidP="00DC674F">
      <w:pPr>
        <w:pStyle w:val="ListParagraph"/>
        <w:numPr>
          <w:ilvl w:val="0"/>
          <w:numId w:val="2"/>
        </w:numPr>
        <w:spacing w:after="200" w:line="276" w:lineRule="auto"/>
        <w:rPr>
          <w:rFonts w:ascii="Calibri" w:hAnsi="Calibri"/>
        </w:rPr>
      </w:pPr>
      <w:r w:rsidRPr="00DC674F">
        <w:rPr>
          <w:rFonts w:ascii="Calibri" w:hAnsi="Calibri"/>
        </w:rPr>
        <w:t xml:space="preserve">What do you think was the best part of Ms. </w:t>
      </w:r>
      <w:r>
        <w:rPr>
          <w:rFonts w:ascii="Calibri" w:hAnsi="Calibri"/>
        </w:rPr>
        <w:t>Eggleston’s</w:t>
      </w:r>
      <w:r w:rsidRPr="00DC674F">
        <w:rPr>
          <w:rFonts w:ascii="Calibri" w:hAnsi="Calibri"/>
        </w:rPr>
        <w:t xml:space="preserve"> teaching style? Why? What about her style works for you?</w:t>
      </w:r>
    </w:p>
    <w:p w14:paraId="52E2F419" w14:textId="77777777" w:rsidR="00DC674F" w:rsidRDefault="00DC674F" w:rsidP="00DC674F">
      <w:pPr>
        <w:rPr>
          <w:rFonts w:ascii="Calibri" w:hAnsi="Calibri"/>
        </w:rPr>
      </w:pPr>
    </w:p>
    <w:p w14:paraId="67BB3653" w14:textId="77777777" w:rsidR="00DC674F" w:rsidRDefault="00DC674F" w:rsidP="00DC674F">
      <w:pPr>
        <w:rPr>
          <w:rFonts w:ascii="Calibri" w:hAnsi="Calibri"/>
        </w:rPr>
      </w:pPr>
    </w:p>
    <w:p w14:paraId="142006CA" w14:textId="77777777" w:rsidR="00DC674F" w:rsidRPr="00DC674F" w:rsidRDefault="00DC674F" w:rsidP="00DC674F">
      <w:pPr>
        <w:rPr>
          <w:rFonts w:ascii="Calibri" w:hAnsi="Calibri"/>
        </w:rPr>
      </w:pPr>
    </w:p>
    <w:p w14:paraId="2BB137CB" w14:textId="77777777" w:rsidR="00DC674F" w:rsidRPr="00DC674F" w:rsidRDefault="00DC674F" w:rsidP="00DC674F">
      <w:pPr>
        <w:rPr>
          <w:rFonts w:ascii="Calibri" w:hAnsi="Calibri"/>
        </w:rPr>
      </w:pPr>
    </w:p>
    <w:p w14:paraId="48B63A5E" w14:textId="77777777" w:rsidR="00DC674F" w:rsidRPr="00DC674F" w:rsidRDefault="00DC674F" w:rsidP="00DC674F">
      <w:pPr>
        <w:pStyle w:val="ListParagraph"/>
        <w:numPr>
          <w:ilvl w:val="0"/>
          <w:numId w:val="2"/>
        </w:numPr>
        <w:spacing w:after="200" w:line="276" w:lineRule="auto"/>
        <w:rPr>
          <w:rFonts w:ascii="Calibri" w:hAnsi="Calibri"/>
        </w:rPr>
      </w:pPr>
      <w:r w:rsidRPr="00DC674F">
        <w:rPr>
          <w:rFonts w:ascii="Calibri" w:hAnsi="Calibri"/>
        </w:rPr>
        <w:t xml:space="preserve">If you could offer Ms. </w:t>
      </w:r>
      <w:r>
        <w:rPr>
          <w:rFonts w:ascii="Calibri" w:hAnsi="Calibri"/>
        </w:rPr>
        <w:t>Eggleston</w:t>
      </w:r>
      <w:r w:rsidRPr="00DC674F">
        <w:rPr>
          <w:rFonts w:ascii="Calibri" w:hAnsi="Calibri"/>
        </w:rPr>
        <w:t xml:space="preserve"> teaching advice, what would it be? What about her style doesn’t work for you?</w:t>
      </w:r>
    </w:p>
    <w:p w14:paraId="11E9F6E7" w14:textId="77777777" w:rsidR="00DC674F" w:rsidRDefault="00DC674F" w:rsidP="00DC674F">
      <w:pPr>
        <w:rPr>
          <w:rFonts w:ascii="Calibri" w:hAnsi="Calibri"/>
        </w:rPr>
      </w:pPr>
    </w:p>
    <w:p w14:paraId="57B1ABB9" w14:textId="77777777" w:rsidR="00DC674F" w:rsidRDefault="00DC674F" w:rsidP="00DC674F">
      <w:pPr>
        <w:rPr>
          <w:rFonts w:ascii="Calibri" w:hAnsi="Calibri"/>
        </w:rPr>
      </w:pPr>
    </w:p>
    <w:p w14:paraId="5615ADB3" w14:textId="77777777" w:rsidR="00DC674F" w:rsidRPr="00DC674F" w:rsidRDefault="00DC674F" w:rsidP="00DC674F">
      <w:pPr>
        <w:rPr>
          <w:rFonts w:ascii="Calibri" w:hAnsi="Calibri"/>
        </w:rPr>
      </w:pPr>
    </w:p>
    <w:p w14:paraId="18B58F89" w14:textId="77777777" w:rsidR="00DC674F" w:rsidRPr="00DC674F" w:rsidRDefault="00DC674F" w:rsidP="00DC674F">
      <w:pPr>
        <w:rPr>
          <w:rFonts w:ascii="Calibri" w:hAnsi="Calibri"/>
        </w:rPr>
      </w:pPr>
    </w:p>
    <w:p w14:paraId="085036A4" w14:textId="77777777" w:rsidR="00DC674F" w:rsidRPr="00DC674F" w:rsidRDefault="00DC674F" w:rsidP="00DC674F">
      <w:pPr>
        <w:pStyle w:val="ListParagraph"/>
        <w:numPr>
          <w:ilvl w:val="0"/>
          <w:numId w:val="2"/>
        </w:numPr>
        <w:spacing w:after="200" w:line="276" w:lineRule="auto"/>
        <w:rPr>
          <w:rFonts w:ascii="Calibri" w:hAnsi="Calibri"/>
        </w:rPr>
      </w:pPr>
      <w:r w:rsidRPr="00DC674F">
        <w:rPr>
          <w:rFonts w:ascii="Calibri" w:hAnsi="Calibri"/>
        </w:rPr>
        <w:t xml:space="preserve">What are you looking forward to most in </w:t>
      </w:r>
      <w:r>
        <w:rPr>
          <w:rFonts w:ascii="Calibri" w:hAnsi="Calibri"/>
        </w:rPr>
        <w:t>Chemistry</w:t>
      </w:r>
      <w:r w:rsidRPr="00DC674F">
        <w:rPr>
          <w:rFonts w:ascii="Calibri" w:hAnsi="Calibri"/>
        </w:rPr>
        <w:t xml:space="preserve"> this year?</w:t>
      </w:r>
    </w:p>
    <w:p w14:paraId="084CEA14" w14:textId="77777777" w:rsidR="00DC674F" w:rsidRDefault="00DC674F" w:rsidP="00DC674F">
      <w:pPr>
        <w:rPr>
          <w:rFonts w:ascii="Calibri" w:hAnsi="Calibri"/>
        </w:rPr>
      </w:pPr>
    </w:p>
    <w:p w14:paraId="09BCB319" w14:textId="77777777" w:rsidR="00DC674F" w:rsidRDefault="00DC674F" w:rsidP="00DC674F">
      <w:pPr>
        <w:rPr>
          <w:rFonts w:ascii="Calibri" w:hAnsi="Calibri"/>
        </w:rPr>
      </w:pPr>
    </w:p>
    <w:p w14:paraId="272F718B" w14:textId="77777777" w:rsidR="00DC674F" w:rsidRDefault="00DC674F" w:rsidP="00DC674F">
      <w:pPr>
        <w:rPr>
          <w:rFonts w:ascii="Calibri" w:hAnsi="Calibri"/>
        </w:rPr>
      </w:pPr>
    </w:p>
    <w:p w14:paraId="6223A275" w14:textId="77777777" w:rsidR="00DC674F" w:rsidRPr="00DC674F" w:rsidRDefault="00DC674F" w:rsidP="00DC674F">
      <w:pPr>
        <w:rPr>
          <w:rFonts w:ascii="Calibri" w:hAnsi="Calibri"/>
        </w:rPr>
      </w:pPr>
    </w:p>
    <w:p w14:paraId="0C1C4EDB" w14:textId="77777777" w:rsidR="00DC674F" w:rsidRPr="00DC674F" w:rsidRDefault="00DC674F" w:rsidP="00DC674F">
      <w:pPr>
        <w:rPr>
          <w:rFonts w:ascii="Calibri" w:hAnsi="Calibri"/>
        </w:rPr>
      </w:pPr>
    </w:p>
    <w:p w14:paraId="3509CDB3" w14:textId="77777777" w:rsidR="00DC674F" w:rsidRPr="00DC674F" w:rsidRDefault="00DC674F" w:rsidP="00DC674F">
      <w:pPr>
        <w:pStyle w:val="ListParagraph"/>
        <w:numPr>
          <w:ilvl w:val="0"/>
          <w:numId w:val="2"/>
        </w:numPr>
        <w:spacing w:after="200" w:line="276" w:lineRule="auto"/>
        <w:rPr>
          <w:rFonts w:ascii="Calibri" w:hAnsi="Calibri"/>
        </w:rPr>
      </w:pPr>
      <w:r w:rsidRPr="00DC674F">
        <w:rPr>
          <w:rFonts w:ascii="Calibri" w:hAnsi="Calibri"/>
        </w:rPr>
        <w:t>Is there anything else I should know that will help me teach you the rest of the year?</w:t>
      </w:r>
    </w:p>
    <w:p w14:paraId="542510F6" w14:textId="77777777" w:rsidR="00DC674F" w:rsidRPr="00DC674F" w:rsidRDefault="00DC674F" w:rsidP="00DC674F">
      <w:pPr>
        <w:spacing w:after="200" w:line="276" w:lineRule="auto"/>
        <w:rPr>
          <w:rFonts w:ascii="Calibri" w:hAnsi="Calibri"/>
        </w:rPr>
      </w:pPr>
    </w:p>
    <w:p w14:paraId="2D088B67" w14:textId="77777777" w:rsidR="00DC674F" w:rsidRDefault="00DC674F" w:rsidP="00DC674F">
      <w:pPr>
        <w:spacing w:after="200" w:line="276" w:lineRule="auto"/>
        <w:rPr>
          <w:rFonts w:ascii="Calibri" w:hAnsi="Calibri"/>
        </w:rPr>
      </w:pPr>
    </w:p>
    <w:p w14:paraId="3BD8C6AF" w14:textId="77777777" w:rsidR="00DC674F" w:rsidRDefault="00A65E8B" w:rsidP="001A176F">
      <w:pPr>
        <w:pStyle w:val="ListParagraph"/>
        <w:numPr>
          <w:ilvl w:val="0"/>
          <w:numId w:val="2"/>
        </w:numPr>
        <w:spacing w:after="200" w:line="276" w:lineRule="auto"/>
        <w:rPr>
          <w:rFonts w:ascii="Calibri" w:hAnsi="Calibri"/>
        </w:rPr>
      </w:pPr>
      <w:r>
        <w:rPr>
          <w:rFonts w:ascii="Calibri" w:hAnsi="Calibri"/>
        </w:rPr>
        <w:lastRenderedPageBreak/>
        <w:t>How did you prepare for your unit test? Be as specific as possible.</w:t>
      </w:r>
    </w:p>
    <w:p w14:paraId="064B005E" w14:textId="77777777" w:rsidR="00A65E8B" w:rsidRDefault="00A65E8B" w:rsidP="00A65E8B">
      <w:pPr>
        <w:spacing w:after="200" w:line="276" w:lineRule="auto"/>
        <w:rPr>
          <w:rFonts w:ascii="Calibri" w:hAnsi="Calibri"/>
        </w:rPr>
      </w:pPr>
    </w:p>
    <w:p w14:paraId="0659D2FE" w14:textId="77777777" w:rsidR="00A65E8B" w:rsidRDefault="00A65E8B" w:rsidP="00A65E8B">
      <w:pPr>
        <w:spacing w:after="200" w:line="276" w:lineRule="auto"/>
        <w:rPr>
          <w:rFonts w:ascii="Calibri" w:hAnsi="Calibri"/>
        </w:rPr>
      </w:pPr>
    </w:p>
    <w:p w14:paraId="3F0020A2" w14:textId="77777777" w:rsidR="00A65E8B" w:rsidRPr="00A65E8B" w:rsidRDefault="00BF458A" w:rsidP="00A65E8B">
      <w:pPr>
        <w:pStyle w:val="ListParagraph"/>
        <w:numPr>
          <w:ilvl w:val="0"/>
          <w:numId w:val="2"/>
        </w:numPr>
        <w:spacing w:after="200" w:line="276" w:lineRule="auto"/>
        <w:rPr>
          <w:rFonts w:ascii="Calibri" w:hAnsi="Calibri"/>
        </w:rPr>
      </w:pPr>
      <w:r>
        <w:rPr>
          <w:rFonts w:ascii="Calibri" w:hAnsi="Calibri"/>
        </w:rPr>
        <w:t>What was most challenging about your test and why? What was least challenging?</w:t>
      </w:r>
    </w:p>
    <w:p w14:paraId="02F0AFD6" w14:textId="77777777" w:rsidR="00DC674F" w:rsidRDefault="00DC674F" w:rsidP="00DC674F">
      <w:pPr>
        <w:rPr>
          <w:rFonts w:ascii="Calibri" w:hAnsi="Calibri"/>
        </w:rPr>
      </w:pPr>
    </w:p>
    <w:p w14:paraId="66965512" w14:textId="77777777" w:rsidR="00DC674F" w:rsidRDefault="00DC674F" w:rsidP="00DC674F">
      <w:pPr>
        <w:rPr>
          <w:rFonts w:ascii="Calibri" w:hAnsi="Calibri"/>
        </w:rPr>
      </w:pPr>
    </w:p>
    <w:p w14:paraId="304A7373" w14:textId="77777777" w:rsidR="00DC674F" w:rsidRDefault="00DC674F" w:rsidP="00DC674F">
      <w:pPr>
        <w:rPr>
          <w:rFonts w:ascii="Calibri" w:hAnsi="Calibri"/>
        </w:rPr>
      </w:pPr>
    </w:p>
    <w:p w14:paraId="333BE070" w14:textId="77777777" w:rsidR="00DC674F" w:rsidRDefault="00DC674F" w:rsidP="00DC674F">
      <w:pPr>
        <w:rPr>
          <w:rFonts w:ascii="Calibri" w:hAnsi="Calibri"/>
        </w:rPr>
      </w:pPr>
    </w:p>
    <w:p w14:paraId="1B1E047A" w14:textId="77777777" w:rsidR="00DC674F" w:rsidRPr="00DC674F" w:rsidRDefault="00DC674F" w:rsidP="00DC674F">
      <w:pPr>
        <w:rPr>
          <w:rFonts w:ascii="Calibri" w:hAnsi="Calibri"/>
        </w:rPr>
      </w:pPr>
    </w:p>
    <w:p w14:paraId="699E835A" w14:textId="77777777" w:rsidR="00DC674F" w:rsidRPr="00DC674F" w:rsidRDefault="00DC674F" w:rsidP="00DC674F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DC674F">
        <w:rPr>
          <w:rFonts w:ascii="Calibri" w:hAnsi="Calibri"/>
        </w:rPr>
        <w:t>My overall performance in this class so far has been (circle one):</w:t>
      </w:r>
    </w:p>
    <w:p w14:paraId="0121F508" w14:textId="77777777" w:rsidR="00DC674F" w:rsidRDefault="00DC674F" w:rsidP="00DC674F">
      <w:pPr>
        <w:rPr>
          <w:rFonts w:ascii="Calibri" w:hAnsi="Calibri"/>
        </w:rPr>
      </w:pPr>
      <w:r w:rsidRPr="00DC674F">
        <w:rPr>
          <w:rFonts w:ascii="Calibri" w:hAnsi="Calibri"/>
          <w:noProof/>
        </w:rPr>
        <w:drawing>
          <wp:anchor distT="0" distB="0" distL="114300" distR="114300" simplePos="0" relativeHeight="251659264" behindDoc="0" locked="0" layoutInCell="1" allowOverlap="1" wp14:anchorId="56CE7C85" wp14:editId="4A8BEF6E">
            <wp:simplePos x="0" y="0"/>
            <wp:positionH relativeFrom="column">
              <wp:posOffset>1083558</wp:posOffset>
            </wp:positionH>
            <wp:positionV relativeFrom="paragraph">
              <wp:posOffset>84455</wp:posOffset>
            </wp:positionV>
            <wp:extent cx="3892550" cy="1075055"/>
            <wp:effectExtent l="0" t="0" r="0" b="0"/>
            <wp:wrapTight wrapText="bothSides">
              <wp:wrapPolygon edited="0">
                <wp:start x="0" y="0"/>
                <wp:lineTo x="0" y="20924"/>
                <wp:lineTo x="21424" y="20924"/>
                <wp:lineTo x="21424" y="0"/>
                <wp:lineTo x="0" y="0"/>
              </wp:wrapPolygon>
            </wp:wrapTight>
            <wp:docPr id="1" name="Picture 1" descr="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xresdefaul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494" b="9176"/>
                    <a:stretch/>
                  </pic:blipFill>
                  <pic:spPr bwMode="auto">
                    <a:xfrm>
                      <a:off x="0" y="0"/>
                      <a:ext cx="3892550" cy="10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C1E583" w14:textId="77777777" w:rsidR="00DC674F" w:rsidRDefault="00DC674F" w:rsidP="00DC674F">
      <w:pPr>
        <w:rPr>
          <w:rFonts w:ascii="Calibri" w:hAnsi="Calibri"/>
        </w:rPr>
      </w:pPr>
    </w:p>
    <w:p w14:paraId="3F8E8F82" w14:textId="77777777" w:rsidR="00DC674F" w:rsidRDefault="00DC674F" w:rsidP="00DC674F">
      <w:pPr>
        <w:rPr>
          <w:rFonts w:ascii="Calibri" w:hAnsi="Calibri"/>
        </w:rPr>
      </w:pPr>
    </w:p>
    <w:p w14:paraId="5B24470D" w14:textId="77777777" w:rsidR="00DC674F" w:rsidRDefault="00DC674F" w:rsidP="00DC674F">
      <w:pPr>
        <w:rPr>
          <w:rFonts w:ascii="Calibri" w:hAnsi="Calibri"/>
        </w:rPr>
      </w:pPr>
    </w:p>
    <w:p w14:paraId="19C6B78F" w14:textId="77777777" w:rsidR="00DC674F" w:rsidRDefault="00DC674F" w:rsidP="00DC674F">
      <w:pPr>
        <w:rPr>
          <w:rFonts w:ascii="Calibri" w:hAnsi="Calibri"/>
        </w:rPr>
      </w:pPr>
    </w:p>
    <w:p w14:paraId="777CA9C2" w14:textId="77777777" w:rsidR="00DC674F" w:rsidRDefault="00DC674F" w:rsidP="00DC674F">
      <w:pPr>
        <w:rPr>
          <w:rFonts w:ascii="Calibri" w:hAnsi="Calibri"/>
        </w:rPr>
      </w:pPr>
    </w:p>
    <w:p w14:paraId="04897C41" w14:textId="77777777" w:rsidR="00DC674F" w:rsidRDefault="00DC674F" w:rsidP="00DC674F">
      <w:pPr>
        <w:rPr>
          <w:rFonts w:ascii="Calibri" w:hAnsi="Calibri"/>
        </w:rPr>
      </w:pPr>
    </w:p>
    <w:p w14:paraId="297077FF" w14:textId="77777777" w:rsidR="00DC674F" w:rsidRPr="00DC674F" w:rsidRDefault="00DC674F" w:rsidP="00DC674F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DC674F">
        <w:rPr>
          <w:rFonts w:ascii="Calibri" w:hAnsi="Calibri"/>
        </w:rPr>
        <w:t>One reason for this performance rating is…</w:t>
      </w:r>
    </w:p>
    <w:p w14:paraId="5AB835D2" w14:textId="77777777" w:rsidR="00DC674F" w:rsidRDefault="00DC674F" w:rsidP="00DC674F">
      <w:pPr>
        <w:spacing w:after="200" w:line="276" w:lineRule="auto"/>
        <w:rPr>
          <w:rFonts w:ascii="Calibri" w:hAnsi="Calibri"/>
        </w:rPr>
      </w:pPr>
    </w:p>
    <w:p w14:paraId="67F59E5D" w14:textId="77777777" w:rsidR="00DC674F" w:rsidRDefault="00DC674F" w:rsidP="00DC674F">
      <w:pPr>
        <w:spacing w:after="200" w:line="276" w:lineRule="auto"/>
        <w:rPr>
          <w:rFonts w:ascii="Calibri" w:hAnsi="Calibri"/>
        </w:rPr>
      </w:pPr>
    </w:p>
    <w:p w14:paraId="54C95743" w14:textId="77777777" w:rsidR="00DC674F" w:rsidRDefault="00DC674F" w:rsidP="00DC674F">
      <w:pPr>
        <w:spacing w:after="200" w:line="276" w:lineRule="auto"/>
        <w:rPr>
          <w:rFonts w:ascii="Calibri" w:hAnsi="Calibri"/>
        </w:rPr>
      </w:pPr>
    </w:p>
    <w:p w14:paraId="4B257A62" w14:textId="77777777" w:rsidR="00DC674F" w:rsidRDefault="00DC674F" w:rsidP="00DC674F">
      <w:pPr>
        <w:pStyle w:val="ListParagraph"/>
        <w:numPr>
          <w:ilvl w:val="0"/>
          <w:numId w:val="2"/>
        </w:numPr>
        <w:spacing w:after="200"/>
      </w:pPr>
      <w:r>
        <w:t>One thing I am really proud of this quarter is…</w:t>
      </w:r>
    </w:p>
    <w:p w14:paraId="77D4E1A8" w14:textId="77777777" w:rsidR="00DC674F" w:rsidRDefault="00DC674F" w:rsidP="00DC674F">
      <w:bookmarkStart w:id="0" w:name="_GoBack"/>
      <w:bookmarkEnd w:id="0"/>
    </w:p>
    <w:p w14:paraId="3CE1E4FD" w14:textId="77777777" w:rsidR="00DC674F" w:rsidRDefault="00DC674F" w:rsidP="00DC674F"/>
    <w:p w14:paraId="411A9A99" w14:textId="77777777" w:rsidR="00DC674F" w:rsidRDefault="00DC674F" w:rsidP="00DC674F"/>
    <w:p w14:paraId="34A9AD82" w14:textId="77777777" w:rsidR="00DC674F" w:rsidRDefault="00DC674F" w:rsidP="00DC674F"/>
    <w:p w14:paraId="6C722A77" w14:textId="77777777" w:rsidR="00DC674F" w:rsidRDefault="00DC674F" w:rsidP="00DC674F"/>
    <w:p w14:paraId="72D41A0D" w14:textId="77777777" w:rsidR="00DC674F" w:rsidRDefault="00DC674F" w:rsidP="00DC674F"/>
    <w:p w14:paraId="4DF86A9E" w14:textId="77777777" w:rsidR="00DC674F" w:rsidRDefault="00DC674F" w:rsidP="00DC674F">
      <w:pPr>
        <w:pStyle w:val="ListParagraph"/>
        <w:numPr>
          <w:ilvl w:val="0"/>
          <w:numId w:val="2"/>
        </w:numPr>
        <w:spacing w:after="200"/>
      </w:pPr>
      <w:r>
        <w:t xml:space="preserve">I could improve my </w:t>
      </w:r>
      <w:r w:rsidRPr="0078093D">
        <w:rPr>
          <w:sz w:val="36"/>
          <w:szCs w:val="36"/>
        </w:rPr>
        <w:t>behavior</w:t>
      </w:r>
      <w:r>
        <w:t xml:space="preserve"> for next quarter by…</w:t>
      </w:r>
    </w:p>
    <w:p w14:paraId="4E1F2004" w14:textId="77777777" w:rsidR="00DC674F" w:rsidRDefault="00DC674F" w:rsidP="00DC674F"/>
    <w:p w14:paraId="1B1C1385" w14:textId="77777777" w:rsidR="00DC674F" w:rsidRDefault="00DC674F" w:rsidP="00DC674F"/>
    <w:p w14:paraId="1F259588" w14:textId="77777777" w:rsidR="00DC674F" w:rsidRDefault="00DC674F" w:rsidP="00DC674F"/>
    <w:p w14:paraId="7FE64F6E" w14:textId="77777777" w:rsidR="00DC674F" w:rsidRDefault="00DC674F" w:rsidP="00DC674F"/>
    <w:p w14:paraId="418224AC" w14:textId="77777777" w:rsidR="00DC674F" w:rsidRDefault="00DC674F" w:rsidP="00DC674F"/>
    <w:p w14:paraId="38C5C21C" w14:textId="77777777" w:rsidR="00DC674F" w:rsidRDefault="00DC674F" w:rsidP="00DC674F">
      <w:pPr>
        <w:pStyle w:val="ListParagraph"/>
        <w:numPr>
          <w:ilvl w:val="0"/>
          <w:numId w:val="2"/>
        </w:numPr>
        <w:spacing w:after="200"/>
      </w:pPr>
      <w:r>
        <w:t>I could improve my</w:t>
      </w:r>
      <w:r w:rsidRPr="0078093D">
        <w:rPr>
          <w:sz w:val="36"/>
          <w:szCs w:val="36"/>
        </w:rPr>
        <w:t xml:space="preserve"> grade</w:t>
      </w:r>
      <w:r>
        <w:t xml:space="preserve"> for next quarter by…</w:t>
      </w:r>
    </w:p>
    <w:p w14:paraId="15B48E08" w14:textId="77777777" w:rsidR="00DC674F" w:rsidRPr="00DC674F" w:rsidRDefault="00DC674F" w:rsidP="00DC674F">
      <w:pPr>
        <w:spacing w:after="200" w:line="276" w:lineRule="auto"/>
        <w:rPr>
          <w:rFonts w:ascii="Calibri" w:hAnsi="Calibri"/>
        </w:rPr>
      </w:pPr>
    </w:p>
    <w:sectPr w:rsidR="00DC674F" w:rsidRPr="00DC674F" w:rsidSect="008D248E"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62A42"/>
    <w:multiLevelType w:val="hybridMultilevel"/>
    <w:tmpl w:val="D9BEC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91721"/>
    <w:multiLevelType w:val="hybridMultilevel"/>
    <w:tmpl w:val="1B304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F6150"/>
    <w:multiLevelType w:val="hybridMultilevel"/>
    <w:tmpl w:val="E6D400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801928"/>
    <w:multiLevelType w:val="hybridMultilevel"/>
    <w:tmpl w:val="75361F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attachedTemplate r:id="rId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74F"/>
    <w:rsid w:val="00027BA1"/>
    <w:rsid w:val="00302193"/>
    <w:rsid w:val="00315846"/>
    <w:rsid w:val="003914E3"/>
    <w:rsid w:val="008D248E"/>
    <w:rsid w:val="00A65E8B"/>
    <w:rsid w:val="00B21C4F"/>
    <w:rsid w:val="00B7196B"/>
    <w:rsid w:val="00BF458A"/>
    <w:rsid w:val="00DC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6387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6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Rachel/Library/Group%20Containers/UBF8T346G9.Office/User%20Content.localized/Templates.localized/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 Doc.dotx</Template>
  <TotalTime>3</TotalTime>
  <Pages>2</Pages>
  <Words>165</Words>
  <Characters>944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1</cp:revision>
  <cp:lastPrinted>2016-10-26T11:55:00Z</cp:lastPrinted>
  <dcterms:created xsi:type="dcterms:W3CDTF">2016-10-26T11:42:00Z</dcterms:created>
  <dcterms:modified xsi:type="dcterms:W3CDTF">2016-10-26T11:56:00Z</dcterms:modified>
</cp:coreProperties>
</file>